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FDC52" w14:textId="690476C9" w:rsidR="00C50B6B" w:rsidRPr="00D741B7" w:rsidRDefault="00CF07A2" w:rsidP="00C50B6B">
      <w:pPr>
        <w:rPr>
          <w:noProof/>
          <w:color w:val="000000"/>
        </w:rPr>
      </w:pPr>
      <w:r>
        <w:rPr>
          <w:noProof/>
        </w:rPr>
        <w:drawing>
          <wp:inline distT="0" distB="0" distL="0" distR="0" wp14:anchorId="6B4DF43A" wp14:editId="289F54E6">
            <wp:extent cx="647700" cy="7048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08424" w14:textId="77777777" w:rsidR="00C50B6B" w:rsidRPr="00D741B7" w:rsidRDefault="00C50B6B" w:rsidP="00C50B6B">
      <w:pPr>
        <w:rPr>
          <w:b/>
          <w:color w:val="000000"/>
          <w:szCs w:val="28"/>
        </w:rPr>
      </w:pPr>
    </w:p>
    <w:p w14:paraId="3E4A3E9B" w14:textId="77777777" w:rsidR="00C50B6B" w:rsidRPr="00D741B7" w:rsidRDefault="00C50B6B" w:rsidP="00C50B6B">
      <w:pPr>
        <w:rPr>
          <w:b/>
          <w:color w:val="000000"/>
          <w:szCs w:val="28"/>
        </w:rPr>
      </w:pPr>
      <w:r w:rsidRPr="00D741B7">
        <w:rPr>
          <w:b/>
          <w:color w:val="000000"/>
          <w:szCs w:val="28"/>
        </w:rPr>
        <w:t>ТЕРРИТОРИАЛЬНАЯ ИЗБИРАТЕЛЬНАЯ КОМИССИЯ № 49</w:t>
      </w:r>
    </w:p>
    <w:p w14:paraId="41509EF1" w14:textId="77777777" w:rsidR="00C50B6B" w:rsidRPr="00D741B7" w:rsidRDefault="00C50B6B" w:rsidP="00C50B6B">
      <w:pPr>
        <w:rPr>
          <w:color w:val="000000"/>
          <w:szCs w:val="28"/>
        </w:rPr>
      </w:pPr>
    </w:p>
    <w:p w14:paraId="4CEE6D33" w14:textId="77777777" w:rsidR="00C50B6B" w:rsidRPr="00D741B7" w:rsidRDefault="00C50B6B" w:rsidP="00C50B6B">
      <w:pPr>
        <w:rPr>
          <w:b/>
          <w:color w:val="000000"/>
          <w:spacing w:val="60"/>
          <w:szCs w:val="28"/>
        </w:rPr>
      </w:pPr>
      <w:r w:rsidRPr="00D741B7">
        <w:rPr>
          <w:b/>
          <w:color w:val="000000"/>
          <w:spacing w:val="60"/>
          <w:szCs w:val="28"/>
        </w:rPr>
        <w:t>РЕШЕНИЕ</w:t>
      </w:r>
    </w:p>
    <w:p w14:paraId="71E01BB6" w14:textId="77777777" w:rsidR="00C50B6B" w:rsidRPr="00D741B7" w:rsidRDefault="00C50B6B" w:rsidP="00C50B6B">
      <w:pPr>
        <w:rPr>
          <w:b/>
          <w:color w:val="000000"/>
          <w:spacing w:val="60"/>
          <w:szCs w:val="28"/>
        </w:rPr>
      </w:pPr>
    </w:p>
    <w:tbl>
      <w:tblPr>
        <w:tblW w:w="9795" w:type="dxa"/>
        <w:tblInd w:w="-50" w:type="dxa"/>
        <w:tblLook w:val="01E0" w:firstRow="1" w:lastRow="1" w:firstColumn="1" w:lastColumn="1" w:noHBand="0" w:noVBand="0"/>
      </w:tblPr>
      <w:tblGrid>
        <w:gridCol w:w="222"/>
        <w:gridCol w:w="9785"/>
        <w:gridCol w:w="222"/>
      </w:tblGrid>
      <w:tr w:rsidR="00C50B6B" w:rsidRPr="00D741B7" w14:paraId="7FFEDF41" w14:textId="77777777" w:rsidTr="008617E7">
        <w:tc>
          <w:tcPr>
            <w:tcW w:w="222" w:type="dxa"/>
          </w:tcPr>
          <w:p w14:paraId="711D4956" w14:textId="77777777" w:rsidR="00C50B6B" w:rsidRPr="00D741B7" w:rsidRDefault="00C50B6B" w:rsidP="008617E7">
            <w:pPr>
              <w:rPr>
                <w:szCs w:val="28"/>
              </w:rPr>
            </w:pPr>
          </w:p>
        </w:tc>
        <w:tc>
          <w:tcPr>
            <w:tcW w:w="9351" w:type="dxa"/>
          </w:tcPr>
          <w:tbl>
            <w:tblPr>
              <w:tblW w:w="9569" w:type="dxa"/>
              <w:tblLook w:val="0000" w:firstRow="0" w:lastRow="0" w:firstColumn="0" w:lastColumn="0" w:noHBand="0" w:noVBand="0"/>
            </w:tblPr>
            <w:tblGrid>
              <w:gridCol w:w="3599"/>
              <w:gridCol w:w="3255"/>
              <w:gridCol w:w="2715"/>
            </w:tblGrid>
            <w:tr w:rsidR="00C50B6B" w:rsidRPr="00D741B7" w14:paraId="28C80D2B" w14:textId="77777777" w:rsidTr="00703E39">
              <w:trPr>
                <w:trHeight w:val="456"/>
              </w:trPr>
              <w:tc>
                <w:tcPr>
                  <w:tcW w:w="3599" w:type="dxa"/>
                </w:tcPr>
                <w:p w14:paraId="0B934C33" w14:textId="5F9CBE23" w:rsidR="00C50B6B" w:rsidRPr="004663A4" w:rsidRDefault="00F302E5" w:rsidP="00703E39">
                  <w:pPr>
                    <w:jc w:val="both"/>
                    <w:rPr>
                      <w:b/>
                      <w:bCs/>
                      <w:szCs w:val="28"/>
                    </w:rPr>
                  </w:pPr>
                  <w:r>
                    <w:rPr>
                      <w:b/>
                      <w:bCs/>
                      <w:szCs w:val="28"/>
                    </w:rPr>
                    <w:t>30</w:t>
                  </w:r>
                  <w:r w:rsidR="00C50B6B" w:rsidRPr="004663A4">
                    <w:rPr>
                      <w:b/>
                      <w:bCs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Cs w:val="28"/>
                    </w:rPr>
                    <w:t>янва</w:t>
                  </w:r>
                  <w:r w:rsidR="00CD75CE">
                    <w:rPr>
                      <w:b/>
                      <w:bCs/>
                      <w:szCs w:val="28"/>
                    </w:rPr>
                    <w:t>ря</w:t>
                  </w:r>
                  <w:r w:rsidR="00C50B6B" w:rsidRPr="004663A4">
                    <w:rPr>
                      <w:b/>
                      <w:bCs/>
                      <w:szCs w:val="28"/>
                    </w:rPr>
                    <w:t xml:space="preserve"> 202</w:t>
                  </w:r>
                  <w:r>
                    <w:rPr>
                      <w:b/>
                      <w:bCs/>
                      <w:szCs w:val="28"/>
                    </w:rPr>
                    <w:t>6</w:t>
                  </w:r>
                  <w:r w:rsidR="00C50B6B" w:rsidRPr="004663A4">
                    <w:rPr>
                      <w:b/>
                      <w:bCs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3255" w:type="dxa"/>
                </w:tcPr>
                <w:p w14:paraId="2CDEFFFE" w14:textId="77777777" w:rsidR="00C50B6B" w:rsidRPr="004663A4" w:rsidRDefault="00C50B6B" w:rsidP="008617E7">
                  <w:pPr>
                    <w:rPr>
                      <w:b/>
                      <w:bCs/>
                      <w:szCs w:val="28"/>
                    </w:rPr>
                  </w:pPr>
                </w:p>
              </w:tc>
              <w:tc>
                <w:tcPr>
                  <w:tcW w:w="2715" w:type="dxa"/>
                </w:tcPr>
                <w:p w14:paraId="020F8759" w14:textId="6945DCCB" w:rsidR="00C50B6B" w:rsidRPr="004663A4" w:rsidRDefault="00C50B6B" w:rsidP="008617E7">
                  <w:pPr>
                    <w:ind w:right="-108"/>
                    <w:jc w:val="right"/>
                    <w:rPr>
                      <w:b/>
                      <w:bCs/>
                      <w:szCs w:val="28"/>
                    </w:rPr>
                  </w:pPr>
                  <w:r w:rsidRPr="004663A4">
                    <w:rPr>
                      <w:b/>
                      <w:bCs/>
                      <w:szCs w:val="28"/>
                    </w:rPr>
                    <w:t xml:space="preserve">      № </w:t>
                  </w:r>
                  <w:r w:rsidR="004318F7">
                    <w:rPr>
                      <w:b/>
                      <w:bCs/>
                      <w:szCs w:val="28"/>
                    </w:rPr>
                    <w:t>5</w:t>
                  </w:r>
                  <w:r w:rsidR="00CD75CE">
                    <w:rPr>
                      <w:b/>
                      <w:bCs/>
                      <w:szCs w:val="28"/>
                    </w:rPr>
                    <w:t>-</w:t>
                  </w:r>
                  <w:r w:rsidR="002D7FFB">
                    <w:rPr>
                      <w:b/>
                      <w:bCs/>
                      <w:szCs w:val="28"/>
                    </w:rPr>
                    <w:t>1</w:t>
                  </w:r>
                </w:p>
              </w:tc>
            </w:tr>
          </w:tbl>
          <w:p w14:paraId="1DADE811" w14:textId="77777777" w:rsidR="00C50B6B" w:rsidRPr="00D741B7" w:rsidRDefault="00C50B6B" w:rsidP="008617E7">
            <w:pPr>
              <w:spacing w:before="240"/>
              <w:rPr>
                <w:b/>
                <w:szCs w:val="28"/>
              </w:rPr>
            </w:pPr>
          </w:p>
        </w:tc>
        <w:tc>
          <w:tcPr>
            <w:tcW w:w="222" w:type="dxa"/>
          </w:tcPr>
          <w:p w14:paraId="33AC9C8F" w14:textId="77777777" w:rsidR="00C50B6B" w:rsidRPr="00D741B7" w:rsidRDefault="00C50B6B" w:rsidP="008617E7">
            <w:pPr>
              <w:rPr>
                <w:szCs w:val="28"/>
              </w:rPr>
            </w:pPr>
          </w:p>
        </w:tc>
      </w:tr>
    </w:tbl>
    <w:p w14:paraId="6FC7C17D" w14:textId="77777777" w:rsidR="00C50B6B" w:rsidRPr="00D741B7" w:rsidRDefault="00C50B6B" w:rsidP="00C50B6B">
      <w:pPr>
        <w:rPr>
          <w:color w:val="000000"/>
          <w:szCs w:val="28"/>
        </w:rPr>
      </w:pPr>
      <w:r w:rsidRPr="00D741B7">
        <w:rPr>
          <w:color w:val="000000"/>
          <w:szCs w:val="28"/>
        </w:rPr>
        <w:t>Санкт-Петербург</w:t>
      </w:r>
    </w:p>
    <w:p w14:paraId="349668E3" w14:textId="77777777" w:rsidR="009E234D" w:rsidRDefault="009E234D" w:rsidP="009E234D">
      <w:pPr>
        <w:contextualSpacing/>
        <w:rPr>
          <w:b/>
          <w:szCs w:val="28"/>
        </w:rPr>
      </w:pPr>
    </w:p>
    <w:p w14:paraId="117128DD" w14:textId="77777777" w:rsidR="00896264" w:rsidRDefault="00896264" w:rsidP="00896264">
      <w:pPr>
        <w:autoSpaceDE w:val="0"/>
        <w:autoSpaceDN w:val="0"/>
        <w:adjustRightInd w:val="0"/>
        <w:ind w:right="-6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Об освобождении от обязанностей до истечения срока полномочий членов участковых избирательных комиссий </w:t>
      </w:r>
    </w:p>
    <w:p w14:paraId="3D396C45" w14:textId="77777777" w:rsidR="00896264" w:rsidRDefault="00896264" w:rsidP="00896264">
      <w:pPr>
        <w:autoSpaceDE w:val="0"/>
        <w:autoSpaceDN w:val="0"/>
        <w:adjustRightInd w:val="0"/>
        <w:ind w:right="-6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с правом решающего голоса</w:t>
      </w:r>
    </w:p>
    <w:p w14:paraId="48CE0F5D" w14:textId="77777777" w:rsidR="009E0A2F" w:rsidRPr="00C90B73" w:rsidRDefault="009E0A2F" w:rsidP="009E0A2F">
      <w:pPr>
        <w:jc w:val="both"/>
        <w:rPr>
          <w:szCs w:val="28"/>
        </w:rPr>
      </w:pPr>
    </w:p>
    <w:p w14:paraId="7F128EA4" w14:textId="20C89780" w:rsidR="009E234D" w:rsidRPr="009E0A2F" w:rsidRDefault="00896264" w:rsidP="00896264">
      <w:pPr>
        <w:tabs>
          <w:tab w:val="left" w:pos="851"/>
          <w:tab w:val="left" w:pos="1365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В соответствии с подпунктом «а» пункта 6</w:t>
      </w:r>
      <w:r w:rsidR="00076D0E">
        <w:rPr>
          <w:szCs w:val="28"/>
        </w:rPr>
        <w:t>,</w:t>
      </w:r>
      <w:r>
        <w:rPr>
          <w:szCs w:val="28"/>
        </w:rPr>
        <w:t xml:space="preserve"> </w:t>
      </w:r>
      <w:r w:rsidR="00076D0E">
        <w:rPr>
          <w:szCs w:val="28"/>
        </w:rPr>
        <w:t xml:space="preserve">подпунктом «г» пункта 8 </w:t>
      </w:r>
      <w:r>
        <w:rPr>
          <w:szCs w:val="28"/>
        </w:rPr>
        <w:t>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3 Закона Санкт-Петербурга «О Территориальных избирательных комиссиях в Санкт-Петербурге», Территориальная избирательная комиссия</w:t>
      </w:r>
      <w:r w:rsidR="009E234D" w:rsidRPr="00CA548E">
        <w:t xml:space="preserve">№ </w:t>
      </w:r>
      <w:r w:rsidR="009E234D">
        <w:t>49</w:t>
      </w:r>
      <w:r w:rsidR="00CD75CE">
        <w:t>,</w:t>
      </w:r>
    </w:p>
    <w:p w14:paraId="2E5CCD55" w14:textId="60D95B53" w:rsidR="009E234D" w:rsidRPr="00D741B7" w:rsidRDefault="0050428D" w:rsidP="00896264">
      <w:pPr>
        <w:pStyle w:val="14-15"/>
        <w:ind w:firstLine="0"/>
        <w:rPr>
          <w:b/>
          <w:bCs/>
        </w:rPr>
      </w:pPr>
      <w:r>
        <w:rPr>
          <w:b/>
          <w:bCs/>
        </w:rPr>
        <w:t>Р</w:t>
      </w:r>
      <w:r w:rsidR="00CD2013">
        <w:rPr>
          <w:b/>
          <w:bCs/>
        </w:rPr>
        <w:t xml:space="preserve"> </w:t>
      </w:r>
      <w:r>
        <w:rPr>
          <w:b/>
          <w:bCs/>
        </w:rPr>
        <w:t>Е</w:t>
      </w:r>
      <w:r w:rsidR="00CD2013">
        <w:rPr>
          <w:b/>
          <w:bCs/>
        </w:rPr>
        <w:t xml:space="preserve"> </w:t>
      </w:r>
      <w:r>
        <w:rPr>
          <w:b/>
          <w:bCs/>
        </w:rPr>
        <w:t>Ш</w:t>
      </w:r>
      <w:r w:rsidR="00CD2013">
        <w:rPr>
          <w:b/>
          <w:bCs/>
        </w:rPr>
        <w:t xml:space="preserve"> </w:t>
      </w:r>
      <w:r>
        <w:rPr>
          <w:b/>
          <w:bCs/>
        </w:rPr>
        <w:t>И</w:t>
      </w:r>
      <w:r w:rsidR="00CD2013">
        <w:rPr>
          <w:b/>
          <w:bCs/>
        </w:rPr>
        <w:t xml:space="preserve"> </w:t>
      </w:r>
      <w:r>
        <w:rPr>
          <w:b/>
          <w:bCs/>
        </w:rPr>
        <w:t>Л</w:t>
      </w:r>
      <w:r w:rsidR="00CD2013">
        <w:rPr>
          <w:b/>
          <w:bCs/>
        </w:rPr>
        <w:t xml:space="preserve"> </w:t>
      </w:r>
      <w:r>
        <w:rPr>
          <w:b/>
          <w:bCs/>
        </w:rPr>
        <w:t>А</w:t>
      </w:r>
      <w:r w:rsidR="009E234D" w:rsidRPr="00D741B7">
        <w:rPr>
          <w:b/>
          <w:bCs/>
        </w:rPr>
        <w:t xml:space="preserve">: </w:t>
      </w:r>
    </w:p>
    <w:p w14:paraId="453695C8" w14:textId="09335877" w:rsidR="00896264" w:rsidRPr="00896264" w:rsidRDefault="00896264" w:rsidP="00896264">
      <w:pPr>
        <w:pStyle w:val="a9"/>
        <w:spacing w:after="120" w:line="276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Pr="00896264">
        <w:rPr>
          <w:szCs w:val="28"/>
        </w:rPr>
        <w:t>Освободить от обязанностей членов участковых избирательных комиссий с правом решающего голоса до истечения срока полномочий по личному заявлению согласно приложению к настоящему решению.</w:t>
      </w:r>
    </w:p>
    <w:p w14:paraId="221ABCF7" w14:textId="5EE8F052" w:rsidR="009E234D" w:rsidRDefault="00896264" w:rsidP="00896264">
      <w:pPr>
        <w:pStyle w:val="12"/>
        <w:spacing w:line="360" w:lineRule="auto"/>
        <w:ind w:left="0" w:right="136"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9E234D" w:rsidRPr="00E75F20">
        <w:rPr>
          <w:sz w:val="28"/>
          <w:szCs w:val="28"/>
          <w:lang w:val="ru-RU"/>
        </w:rPr>
        <w:t xml:space="preserve">Разместить настоящее решение на сайте Территориальной избирательной комиссии № </w:t>
      </w:r>
      <w:r w:rsidR="009E234D">
        <w:rPr>
          <w:sz w:val="28"/>
          <w:szCs w:val="28"/>
          <w:lang w:val="ru-RU"/>
        </w:rPr>
        <w:t>49</w:t>
      </w:r>
      <w:r w:rsidR="009E234D" w:rsidRPr="00E75F20">
        <w:rPr>
          <w:sz w:val="28"/>
          <w:szCs w:val="28"/>
          <w:lang w:val="ru-RU"/>
        </w:rPr>
        <w:t xml:space="preserve"> в информационно-телекоммуникационной сети</w:t>
      </w:r>
      <w:r w:rsidR="009E234D" w:rsidRPr="00E75F20">
        <w:rPr>
          <w:spacing w:val="-4"/>
          <w:sz w:val="28"/>
          <w:szCs w:val="28"/>
          <w:lang w:val="ru-RU"/>
        </w:rPr>
        <w:t xml:space="preserve"> </w:t>
      </w:r>
      <w:r w:rsidR="009E234D" w:rsidRPr="00E75F20">
        <w:rPr>
          <w:sz w:val="28"/>
          <w:szCs w:val="28"/>
          <w:lang w:val="ru-RU"/>
        </w:rPr>
        <w:t>«Интернет».</w:t>
      </w:r>
    </w:p>
    <w:p w14:paraId="76D00620" w14:textId="34DB64A9" w:rsidR="009E234D" w:rsidRPr="00E75F20" w:rsidRDefault="00896264" w:rsidP="00896264">
      <w:pPr>
        <w:pStyle w:val="12"/>
        <w:spacing w:line="360" w:lineRule="auto"/>
        <w:ind w:left="0" w:right="136"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9E234D">
        <w:rPr>
          <w:sz w:val="28"/>
          <w:szCs w:val="28"/>
          <w:lang w:val="ru-RU"/>
        </w:rPr>
        <w:t xml:space="preserve">Направить </w:t>
      </w:r>
      <w:r w:rsidR="00596B10">
        <w:rPr>
          <w:sz w:val="28"/>
          <w:szCs w:val="28"/>
          <w:lang w:val="ru-RU"/>
        </w:rPr>
        <w:t xml:space="preserve">копию </w:t>
      </w:r>
      <w:r w:rsidR="009E234D">
        <w:rPr>
          <w:sz w:val="28"/>
          <w:szCs w:val="28"/>
          <w:lang w:val="ru-RU"/>
        </w:rPr>
        <w:t>настояще</w:t>
      </w:r>
      <w:r w:rsidR="00596B10">
        <w:rPr>
          <w:sz w:val="28"/>
          <w:szCs w:val="28"/>
          <w:lang w:val="ru-RU"/>
        </w:rPr>
        <w:t>го</w:t>
      </w:r>
      <w:r w:rsidR="009E234D">
        <w:rPr>
          <w:sz w:val="28"/>
          <w:szCs w:val="28"/>
          <w:lang w:val="ru-RU"/>
        </w:rPr>
        <w:t xml:space="preserve"> решени</w:t>
      </w:r>
      <w:r w:rsidR="00596B10">
        <w:rPr>
          <w:sz w:val="28"/>
          <w:szCs w:val="28"/>
          <w:lang w:val="ru-RU"/>
        </w:rPr>
        <w:t>я</w:t>
      </w:r>
      <w:r w:rsidR="009E234D">
        <w:rPr>
          <w:sz w:val="28"/>
          <w:szCs w:val="28"/>
          <w:lang w:val="ru-RU"/>
        </w:rPr>
        <w:t xml:space="preserve"> в Санкт-Петербургскую избирательную комиссию.</w:t>
      </w:r>
    </w:p>
    <w:p w14:paraId="04A32F2B" w14:textId="674D39E4" w:rsidR="009E234D" w:rsidRPr="009E234D" w:rsidRDefault="00896264" w:rsidP="00896264">
      <w:pPr>
        <w:pStyle w:val="12"/>
        <w:spacing w:line="360" w:lineRule="auto"/>
        <w:ind w:left="0" w:right="136" w:firstLine="567"/>
        <w:rPr>
          <w:sz w:val="28"/>
          <w:lang w:val="ru-RU"/>
        </w:rPr>
      </w:pPr>
      <w:r>
        <w:rPr>
          <w:sz w:val="28"/>
          <w:lang w:val="ru-RU"/>
        </w:rPr>
        <w:t xml:space="preserve">4. </w:t>
      </w:r>
      <w:r w:rsidR="009E234D" w:rsidRPr="009E234D">
        <w:rPr>
          <w:sz w:val="28"/>
          <w:lang w:val="ru-RU"/>
        </w:rPr>
        <w:t xml:space="preserve">Контроль за исполнением настоящего решения возложить на председателя Территориальной избирательной комиссии № 49 </w:t>
      </w:r>
      <w:r w:rsidR="004B2AC5">
        <w:rPr>
          <w:sz w:val="28"/>
          <w:lang w:val="ru-RU"/>
        </w:rPr>
        <w:t>К.А. Пушкарев</w:t>
      </w:r>
      <w:r w:rsidR="00F302E5">
        <w:rPr>
          <w:sz w:val="28"/>
          <w:lang w:val="ru-RU"/>
        </w:rPr>
        <w:t>а</w:t>
      </w:r>
      <w:r w:rsidR="005E443A">
        <w:rPr>
          <w:sz w:val="28"/>
          <w:lang w:val="ru-RU"/>
        </w:rPr>
        <w:t>.</w:t>
      </w:r>
    </w:p>
    <w:p w14:paraId="48FE63B9" w14:textId="52540B6D" w:rsidR="00CF5D88" w:rsidRPr="00896264" w:rsidRDefault="00CF5D88" w:rsidP="00CD2013">
      <w:pPr>
        <w:tabs>
          <w:tab w:val="left" w:pos="851"/>
        </w:tabs>
        <w:spacing w:line="360" w:lineRule="auto"/>
        <w:ind w:firstLine="567"/>
        <w:jc w:val="both"/>
        <w:rPr>
          <w:rFonts w:eastAsia="Calibri"/>
          <w:sz w:val="24"/>
          <w:lang w:eastAsia="en-US"/>
        </w:rPr>
      </w:pPr>
    </w:p>
    <w:p w14:paraId="58A94345" w14:textId="77777777" w:rsidR="00473189" w:rsidRDefault="00473189" w:rsidP="00473189">
      <w:pPr>
        <w:jc w:val="both"/>
        <w:rPr>
          <w:rFonts w:eastAsia="Calibri"/>
          <w:lang w:eastAsia="en-US"/>
        </w:rPr>
      </w:pPr>
    </w:p>
    <w:p w14:paraId="1C59BBA4" w14:textId="17CA5A7E" w:rsidR="00CF5D88" w:rsidRPr="00D741B7" w:rsidRDefault="00CF5D88" w:rsidP="00473189">
      <w:pPr>
        <w:jc w:val="both"/>
        <w:rPr>
          <w:rFonts w:eastAsia="Calibri"/>
          <w:lang w:eastAsia="en-US"/>
        </w:rPr>
      </w:pPr>
      <w:r w:rsidRPr="00D741B7">
        <w:rPr>
          <w:rFonts w:eastAsia="Calibri"/>
          <w:lang w:eastAsia="en-US"/>
        </w:rPr>
        <w:t>Председатель Территориальной</w:t>
      </w:r>
    </w:p>
    <w:p w14:paraId="3980499C" w14:textId="02B96586" w:rsidR="00CF5D88" w:rsidRPr="00D741B7" w:rsidRDefault="00CF5D88" w:rsidP="00473189">
      <w:pPr>
        <w:jc w:val="both"/>
        <w:rPr>
          <w:rFonts w:eastAsia="Calibri"/>
          <w:lang w:eastAsia="en-US"/>
        </w:rPr>
      </w:pPr>
      <w:r w:rsidRPr="00D741B7">
        <w:rPr>
          <w:rFonts w:eastAsia="Calibri"/>
          <w:lang w:eastAsia="en-US"/>
        </w:rPr>
        <w:t xml:space="preserve">избирательной комиссии № 49                            </w:t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  <w:t xml:space="preserve">          </w:t>
      </w:r>
      <w:r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 xml:space="preserve">        </w:t>
      </w:r>
      <w:r w:rsidR="004B2AC5">
        <w:t>К.А. Пушкарев</w:t>
      </w:r>
    </w:p>
    <w:p w14:paraId="0994C702" w14:textId="77777777" w:rsidR="00CF5D88" w:rsidRPr="00D741B7" w:rsidRDefault="00CF5D88" w:rsidP="00473189">
      <w:pPr>
        <w:jc w:val="both"/>
        <w:rPr>
          <w:rFonts w:eastAsia="Calibri"/>
          <w:lang w:eastAsia="en-US"/>
        </w:rPr>
      </w:pPr>
    </w:p>
    <w:p w14:paraId="3240FECC" w14:textId="77777777" w:rsidR="00CF5D88" w:rsidRPr="00D741B7" w:rsidRDefault="00CF5D88" w:rsidP="00473189">
      <w:pPr>
        <w:jc w:val="both"/>
        <w:rPr>
          <w:rFonts w:eastAsia="Calibri"/>
          <w:lang w:eastAsia="en-US"/>
        </w:rPr>
      </w:pPr>
    </w:p>
    <w:p w14:paraId="027BA571" w14:textId="77777777" w:rsidR="00CF5D88" w:rsidRPr="00D741B7" w:rsidRDefault="00CF5D88" w:rsidP="00473189">
      <w:pPr>
        <w:jc w:val="both"/>
        <w:rPr>
          <w:rFonts w:eastAsia="Calibri"/>
          <w:lang w:eastAsia="en-US"/>
        </w:rPr>
      </w:pPr>
      <w:r w:rsidRPr="00D741B7">
        <w:rPr>
          <w:rFonts w:eastAsia="Calibri"/>
          <w:lang w:eastAsia="en-US"/>
        </w:rPr>
        <w:t>Секретарь Территориальной</w:t>
      </w:r>
    </w:p>
    <w:p w14:paraId="7F815211" w14:textId="13A2083C" w:rsidR="0075568A" w:rsidRPr="00D559BF" w:rsidRDefault="00CF5D88" w:rsidP="00473189">
      <w:pPr>
        <w:tabs>
          <w:tab w:val="left" w:pos="851"/>
          <w:tab w:val="left" w:pos="1365"/>
        </w:tabs>
        <w:jc w:val="both"/>
        <w:rPr>
          <w:rFonts w:ascii="Calibri" w:hAnsi="Calibri"/>
          <w:sz w:val="24"/>
        </w:rPr>
      </w:pPr>
      <w:r w:rsidRPr="00D741B7">
        <w:rPr>
          <w:rFonts w:eastAsia="Calibri"/>
          <w:lang w:eastAsia="en-US"/>
        </w:rPr>
        <w:t>избирательной комиссии № 49</w:t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 w:rsidRPr="00D741B7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 xml:space="preserve">         </w:t>
      </w:r>
      <w:r w:rsidRPr="00D741B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</w:t>
      </w:r>
      <w:r w:rsidRPr="00D741B7">
        <w:rPr>
          <w:rFonts w:eastAsia="Calibri"/>
          <w:lang w:eastAsia="en-US"/>
        </w:rPr>
        <w:t>Е.С. Гагиева</w:t>
      </w:r>
    </w:p>
    <w:p w14:paraId="4A27672D" w14:textId="325044FA" w:rsidR="00CD2013" w:rsidRDefault="00CD2013">
      <w:pPr>
        <w:jc w:val="left"/>
        <w:rPr>
          <w:sz w:val="24"/>
        </w:rPr>
      </w:pPr>
      <w:r>
        <w:rPr>
          <w:sz w:val="24"/>
        </w:rPr>
        <w:br w:type="page"/>
      </w:r>
    </w:p>
    <w:p w14:paraId="09D5ACE8" w14:textId="71F42B2B" w:rsidR="00CF5D88" w:rsidRPr="00C95A4C" w:rsidRDefault="0075568A" w:rsidP="00524690">
      <w:pPr>
        <w:jc w:val="right"/>
        <w:rPr>
          <w:sz w:val="22"/>
          <w:szCs w:val="22"/>
        </w:rPr>
      </w:pPr>
      <w:r w:rsidRPr="00C95A4C">
        <w:rPr>
          <w:sz w:val="22"/>
          <w:szCs w:val="22"/>
        </w:rPr>
        <w:lastRenderedPageBreak/>
        <w:t>Приложение</w:t>
      </w:r>
      <w:r w:rsidR="002F2B38" w:rsidRPr="00C95A4C">
        <w:rPr>
          <w:sz w:val="22"/>
          <w:szCs w:val="22"/>
        </w:rPr>
        <w:t xml:space="preserve"> </w:t>
      </w:r>
    </w:p>
    <w:p w14:paraId="1AD6D17A" w14:textId="77777777" w:rsidR="00E42255" w:rsidRPr="00C95A4C" w:rsidRDefault="0075568A" w:rsidP="00524690">
      <w:pPr>
        <w:jc w:val="right"/>
        <w:rPr>
          <w:sz w:val="22"/>
          <w:szCs w:val="22"/>
        </w:rPr>
      </w:pPr>
      <w:bookmarkStart w:id="0" w:name="_Hlk150432639"/>
      <w:r w:rsidRPr="00C95A4C">
        <w:rPr>
          <w:sz w:val="22"/>
          <w:szCs w:val="22"/>
        </w:rPr>
        <w:t xml:space="preserve">к решению </w:t>
      </w:r>
      <w:r w:rsidR="00E42255" w:rsidRPr="00C95A4C">
        <w:rPr>
          <w:sz w:val="22"/>
          <w:szCs w:val="22"/>
        </w:rPr>
        <w:t xml:space="preserve">Территориальной </w:t>
      </w:r>
    </w:p>
    <w:p w14:paraId="06B22E4B" w14:textId="2ED41FDB" w:rsidR="00E42255" w:rsidRPr="00C95A4C" w:rsidRDefault="00E42255" w:rsidP="00524690">
      <w:pPr>
        <w:jc w:val="right"/>
        <w:rPr>
          <w:sz w:val="22"/>
          <w:szCs w:val="22"/>
        </w:rPr>
      </w:pPr>
      <w:r w:rsidRPr="00C95A4C">
        <w:rPr>
          <w:sz w:val="22"/>
          <w:szCs w:val="22"/>
        </w:rPr>
        <w:t>избирательной комиссии № 49</w:t>
      </w:r>
    </w:p>
    <w:bookmarkEnd w:id="0"/>
    <w:p w14:paraId="1F364659" w14:textId="4A5E3F9D" w:rsidR="0075568A" w:rsidRPr="00C95A4C" w:rsidRDefault="00CF5D88" w:rsidP="00524690">
      <w:pPr>
        <w:jc w:val="right"/>
        <w:rPr>
          <w:sz w:val="22"/>
          <w:szCs w:val="22"/>
        </w:rPr>
      </w:pPr>
      <w:r w:rsidRPr="00C95A4C">
        <w:rPr>
          <w:sz w:val="22"/>
          <w:szCs w:val="22"/>
        </w:rPr>
        <w:t xml:space="preserve">от </w:t>
      </w:r>
      <w:r w:rsidR="00F302E5">
        <w:rPr>
          <w:sz w:val="22"/>
          <w:szCs w:val="22"/>
        </w:rPr>
        <w:t>30</w:t>
      </w:r>
      <w:r w:rsidR="003D781F" w:rsidRPr="00C95A4C">
        <w:rPr>
          <w:sz w:val="22"/>
          <w:szCs w:val="22"/>
        </w:rPr>
        <w:t xml:space="preserve"> </w:t>
      </w:r>
      <w:r w:rsidR="00F302E5">
        <w:rPr>
          <w:sz w:val="22"/>
          <w:szCs w:val="22"/>
        </w:rPr>
        <w:t>янва</w:t>
      </w:r>
      <w:r w:rsidR="00CD75CE">
        <w:rPr>
          <w:sz w:val="22"/>
          <w:szCs w:val="22"/>
        </w:rPr>
        <w:t>ря</w:t>
      </w:r>
      <w:r w:rsidRPr="00C95A4C">
        <w:rPr>
          <w:sz w:val="22"/>
          <w:szCs w:val="22"/>
        </w:rPr>
        <w:t xml:space="preserve"> 202</w:t>
      </w:r>
      <w:r w:rsidR="00F302E5">
        <w:rPr>
          <w:sz w:val="22"/>
          <w:szCs w:val="22"/>
        </w:rPr>
        <w:t>6</w:t>
      </w:r>
      <w:r w:rsidRPr="00C95A4C">
        <w:rPr>
          <w:sz w:val="22"/>
          <w:szCs w:val="22"/>
        </w:rPr>
        <w:t xml:space="preserve"> г. </w:t>
      </w:r>
      <w:r w:rsidR="0075568A" w:rsidRPr="00C95A4C">
        <w:rPr>
          <w:sz w:val="22"/>
          <w:szCs w:val="22"/>
        </w:rPr>
        <w:t xml:space="preserve">№ </w:t>
      </w:r>
      <w:r w:rsidR="004318F7">
        <w:rPr>
          <w:sz w:val="22"/>
          <w:szCs w:val="22"/>
        </w:rPr>
        <w:t>5</w:t>
      </w:r>
      <w:r w:rsidR="00CD75CE">
        <w:rPr>
          <w:sz w:val="22"/>
          <w:szCs w:val="22"/>
        </w:rPr>
        <w:t>-</w:t>
      </w:r>
      <w:r w:rsidR="002D7FFB">
        <w:rPr>
          <w:sz w:val="22"/>
          <w:szCs w:val="22"/>
        </w:rPr>
        <w:t>1</w:t>
      </w:r>
      <w:bookmarkStart w:id="1" w:name="_GoBack"/>
      <w:bookmarkEnd w:id="1"/>
    </w:p>
    <w:p w14:paraId="003574AA" w14:textId="702AA129" w:rsidR="0075568A" w:rsidRDefault="0075568A" w:rsidP="00524690">
      <w:pPr>
        <w:jc w:val="right"/>
        <w:rPr>
          <w:b/>
          <w:szCs w:val="28"/>
        </w:rPr>
      </w:pPr>
    </w:p>
    <w:p w14:paraId="47911D14" w14:textId="64AB0AD5" w:rsidR="002F2B38" w:rsidRPr="00AA2E1A" w:rsidRDefault="009F4709" w:rsidP="002F2B38">
      <w:pPr>
        <w:rPr>
          <w:b/>
          <w:bCs/>
          <w:szCs w:val="28"/>
        </w:rPr>
      </w:pPr>
      <w:r w:rsidRPr="002A2A4B">
        <w:rPr>
          <w:b/>
          <w:bCs/>
        </w:rPr>
        <w:t>Список лиц, освобождённых от обязанностей</w:t>
      </w:r>
      <w:r>
        <w:rPr>
          <w:b/>
          <w:bCs/>
        </w:rPr>
        <w:t xml:space="preserve"> </w:t>
      </w:r>
      <w:r w:rsidR="009E0A2F">
        <w:rPr>
          <w:b/>
          <w:bCs/>
        </w:rPr>
        <w:t>члена</w:t>
      </w:r>
      <w:r>
        <w:rPr>
          <w:b/>
          <w:bCs/>
        </w:rPr>
        <w:t xml:space="preserve"> участковой избирательной </w:t>
      </w:r>
      <w:r w:rsidRPr="00AA2E1A">
        <w:rPr>
          <w:b/>
          <w:bCs/>
        </w:rPr>
        <w:t>комиссии</w:t>
      </w:r>
      <w:r w:rsidR="002F2B38" w:rsidRPr="00AA2E1A">
        <w:rPr>
          <w:b/>
          <w:bCs/>
        </w:rPr>
        <w:t xml:space="preserve"> </w:t>
      </w:r>
      <w:r w:rsidR="002F2B38" w:rsidRPr="00AA2E1A">
        <w:rPr>
          <w:b/>
          <w:bCs/>
          <w:szCs w:val="28"/>
        </w:rPr>
        <w:t xml:space="preserve">на основании </w:t>
      </w:r>
      <w:r w:rsidR="004968ED" w:rsidRPr="00AA2E1A">
        <w:rPr>
          <w:b/>
          <w:bCs/>
          <w:szCs w:val="28"/>
        </w:rPr>
        <w:t>подпункта «а» пункта 6</w:t>
      </w:r>
      <w:r w:rsidR="00AA2E1A" w:rsidRPr="00AA2E1A">
        <w:rPr>
          <w:b/>
          <w:bCs/>
          <w:szCs w:val="28"/>
        </w:rPr>
        <w:t xml:space="preserve"> статьи 29 </w:t>
      </w:r>
      <w:r w:rsidR="00AA2E1A" w:rsidRPr="00AA2E1A">
        <w:rPr>
          <w:b/>
          <w:bCs/>
        </w:rPr>
        <w:t>Федерального закона</w:t>
      </w:r>
    </w:p>
    <w:p w14:paraId="7CC3CE0E" w14:textId="77777777" w:rsidR="009F4709" w:rsidRDefault="009F4709" w:rsidP="009F4709">
      <w:pPr>
        <w:rPr>
          <w:b/>
          <w:szCs w:val="28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2288"/>
        <w:gridCol w:w="2651"/>
        <w:gridCol w:w="1846"/>
        <w:gridCol w:w="2339"/>
      </w:tblGrid>
      <w:tr w:rsidR="00896264" w:rsidRPr="00AF40AE" w14:paraId="78DD1320" w14:textId="2F3B0240" w:rsidTr="00F302E5">
        <w:trPr>
          <w:trHeight w:val="849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14DB0A77" w14:textId="77777777" w:rsidR="00896264" w:rsidRPr="00AF40AE" w:rsidRDefault="00896264" w:rsidP="00896264">
            <w:pPr>
              <w:rPr>
                <w:b/>
                <w:sz w:val="24"/>
              </w:rPr>
            </w:pPr>
            <w:r w:rsidRPr="00AF40AE">
              <w:rPr>
                <w:b/>
                <w:sz w:val="24"/>
              </w:rPr>
              <w:t>№ п/п</w:t>
            </w:r>
          </w:p>
        </w:tc>
        <w:tc>
          <w:tcPr>
            <w:tcW w:w="2288" w:type="dxa"/>
            <w:tcBorders>
              <w:bottom w:val="single" w:sz="4" w:space="0" w:color="auto"/>
            </w:tcBorders>
            <w:vAlign w:val="center"/>
          </w:tcPr>
          <w:p w14:paraId="322D4023" w14:textId="70E11E62" w:rsidR="00896264" w:rsidRPr="00AF40AE" w:rsidRDefault="00896264" w:rsidP="00B77CCA">
            <w:pPr>
              <w:rPr>
                <w:b/>
                <w:sz w:val="24"/>
              </w:rPr>
            </w:pPr>
            <w:r w:rsidRPr="00AF40AE">
              <w:rPr>
                <w:b/>
                <w:sz w:val="24"/>
              </w:rPr>
              <w:t>Фамилия, имя, отчество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14:paraId="0D024E71" w14:textId="77777777" w:rsidR="00896264" w:rsidRPr="00AF40AE" w:rsidRDefault="00896264" w:rsidP="00B77CCA">
            <w:pPr>
              <w:rPr>
                <w:b/>
                <w:sz w:val="24"/>
              </w:rPr>
            </w:pPr>
            <w:r w:rsidRPr="00AF40AE">
              <w:rPr>
                <w:b/>
                <w:sz w:val="24"/>
              </w:rPr>
              <w:t>Кем предложен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14:paraId="2C8802B8" w14:textId="67FC9C7F" w:rsidR="00896264" w:rsidRPr="00F47198" w:rsidRDefault="00896264" w:rsidP="00B77CCA">
            <w:pPr>
              <w:rPr>
                <w:b/>
                <w:sz w:val="24"/>
              </w:rPr>
            </w:pPr>
            <w:r w:rsidRPr="00F47198">
              <w:rPr>
                <w:b/>
                <w:sz w:val="24"/>
              </w:rPr>
              <w:t xml:space="preserve">№ </w:t>
            </w:r>
            <w:r w:rsidRPr="00F47198">
              <w:rPr>
                <w:b/>
                <w:bCs/>
                <w:sz w:val="24"/>
              </w:rPr>
              <w:t>участковой избирательной комиссии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14:paraId="05D20C13" w14:textId="23770AE1" w:rsidR="00896264" w:rsidRPr="00F47198" w:rsidRDefault="00896264" w:rsidP="00B77CC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Основание</w:t>
            </w:r>
          </w:p>
        </w:tc>
      </w:tr>
      <w:tr w:rsidR="00896264" w:rsidRPr="00AF40AE" w14:paraId="403DEE64" w14:textId="6625D891" w:rsidTr="00F302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5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9B00" w14:textId="638F7E71" w:rsidR="00896264" w:rsidRPr="00AF40AE" w:rsidRDefault="00896264" w:rsidP="00896264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9CFF8" w14:textId="065C47E1" w:rsidR="00896264" w:rsidRPr="00837479" w:rsidRDefault="00F302E5" w:rsidP="00B77CCA">
            <w:pPr>
              <w:rPr>
                <w:sz w:val="24"/>
              </w:rPr>
            </w:pPr>
            <w:r>
              <w:rPr>
                <w:sz w:val="24"/>
              </w:rPr>
              <w:t>Фомин Дмитрий Вячеславович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C2328" w14:textId="6EE58858" w:rsidR="00896264" w:rsidRPr="00FC5178" w:rsidRDefault="00896264" w:rsidP="00E00AA3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Всероссийская политическая партия «</w:t>
            </w:r>
            <w:r w:rsidR="00F302E5">
              <w:rPr>
                <w:color w:val="000000"/>
                <w:sz w:val="24"/>
              </w:rPr>
              <w:t>НОВЫЕ ЛЮДИ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D62A4" w14:textId="49AAA1DE" w:rsidR="00896264" w:rsidRPr="00837479" w:rsidRDefault="00F302E5" w:rsidP="00E00AA3">
            <w:pPr>
              <w:rPr>
                <w:sz w:val="24"/>
              </w:rPr>
            </w:pPr>
            <w:r>
              <w:rPr>
                <w:sz w:val="24"/>
              </w:rPr>
              <w:t>1502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18A04" w14:textId="77777777" w:rsidR="00896264" w:rsidRDefault="00896264" w:rsidP="00896264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подпунктом «а» пункта 6</w:t>
            </w:r>
          </w:p>
          <w:p w14:paraId="0728A58E" w14:textId="77777777" w:rsidR="00896264" w:rsidRDefault="00896264" w:rsidP="00896264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статьи 29 ФЗ от</w:t>
            </w:r>
          </w:p>
          <w:p w14:paraId="54F21E32" w14:textId="3D63FF52" w:rsidR="00896264" w:rsidRDefault="00896264" w:rsidP="00896264">
            <w:pPr>
              <w:rPr>
                <w:sz w:val="24"/>
              </w:rPr>
            </w:pPr>
            <w:r>
              <w:rPr>
                <w:rFonts w:eastAsia="Calibri"/>
                <w:sz w:val="24"/>
              </w:rPr>
              <w:t>12 июня 2002 года № 67-ФЗ</w:t>
            </w:r>
          </w:p>
        </w:tc>
      </w:tr>
      <w:tr w:rsidR="00896264" w:rsidRPr="00AF40AE" w14:paraId="7A30EE14" w14:textId="677D571A" w:rsidTr="00F302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5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2506" w14:textId="41DD5841" w:rsidR="00896264" w:rsidRPr="00AF40AE" w:rsidRDefault="00896264" w:rsidP="00896264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33EE1" w14:textId="52409243" w:rsidR="00896264" w:rsidRDefault="00F302E5" w:rsidP="00B77CCA">
            <w:pPr>
              <w:rPr>
                <w:sz w:val="24"/>
              </w:rPr>
            </w:pPr>
            <w:r>
              <w:rPr>
                <w:sz w:val="24"/>
              </w:rPr>
              <w:t>Митрофанов Григорий Александрович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02690" w14:textId="6B83DF60" w:rsidR="00896264" w:rsidRPr="00FC5178" w:rsidRDefault="00F302E5" w:rsidP="00E00AA3">
            <w:pPr>
              <w:rPr>
                <w:sz w:val="24"/>
              </w:rPr>
            </w:pPr>
            <w:r>
              <w:rPr>
                <w:sz w:val="24"/>
              </w:rPr>
              <w:t>Собрание избирателей по месту работы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440A5" w14:textId="2B824044" w:rsidR="00896264" w:rsidRDefault="00F302E5" w:rsidP="00E00AA3">
            <w:pPr>
              <w:rPr>
                <w:sz w:val="24"/>
              </w:rPr>
            </w:pPr>
            <w:r>
              <w:rPr>
                <w:sz w:val="24"/>
              </w:rPr>
              <w:t>1504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0A194" w14:textId="77777777" w:rsidR="00896264" w:rsidRDefault="00896264" w:rsidP="00896264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подпунктом «а» пункта 6</w:t>
            </w:r>
          </w:p>
          <w:p w14:paraId="52D36822" w14:textId="77777777" w:rsidR="00896264" w:rsidRDefault="00896264" w:rsidP="00896264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статьи 29 ФЗ от</w:t>
            </w:r>
          </w:p>
          <w:p w14:paraId="4E8372B6" w14:textId="134EB121" w:rsidR="00896264" w:rsidRDefault="00896264" w:rsidP="00896264">
            <w:pPr>
              <w:rPr>
                <w:sz w:val="24"/>
              </w:rPr>
            </w:pPr>
            <w:r>
              <w:rPr>
                <w:rFonts w:eastAsia="Calibri"/>
                <w:sz w:val="24"/>
              </w:rPr>
              <w:t>12 июня 2002 года № 67-ФЗ</w:t>
            </w:r>
          </w:p>
        </w:tc>
      </w:tr>
      <w:tr w:rsidR="00A1529E" w:rsidRPr="00AF40AE" w14:paraId="7E9AE22F" w14:textId="77777777" w:rsidTr="00F302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5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FC4E" w14:textId="16E4329E" w:rsidR="00A1529E" w:rsidRDefault="00A1529E" w:rsidP="00896264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81486" w14:textId="6E6FBB0A" w:rsidR="00A1529E" w:rsidRDefault="00680F01" w:rsidP="00B77CCA">
            <w:pPr>
              <w:rPr>
                <w:sz w:val="24"/>
              </w:rPr>
            </w:pPr>
            <w:r>
              <w:rPr>
                <w:sz w:val="24"/>
              </w:rPr>
              <w:t>Митрофанова Елена Анатольевна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850DD" w14:textId="32C0EA08" w:rsidR="00A1529E" w:rsidRPr="00680F01" w:rsidRDefault="00680F01" w:rsidP="00E00AA3">
            <w:pPr>
              <w:rPr>
                <w:sz w:val="24"/>
              </w:rPr>
            </w:pPr>
            <w:r w:rsidRPr="00680F01">
              <w:rPr>
                <w:color w:val="000000"/>
                <w:sz w:val="24"/>
              </w:rPr>
              <w:t>Политическая партия «ЛДПР» - Либерально-демократической партии России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3159D" w14:textId="2B009DC6" w:rsidR="00A1529E" w:rsidRDefault="00A1529E" w:rsidP="00E00AA3">
            <w:pPr>
              <w:rPr>
                <w:sz w:val="24"/>
              </w:rPr>
            </w:pPr>
            <w:r>
              <w:rPr>
                <w:sz w:val="24"/>
              </w:rPr>
              <w:t>1504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1C697A" w14:textId="77777777" w:rsidR="00680F01" w:rsidRDefault="00680F01" w:rsidP="00680F0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подпунктом «а» пункта 6</w:t>
            </w:r>
          </w:p>
          <w:p w14:paraId="09071C14" w14:textId="77777777" w:rsidR="00680F01" w:rsidRDefault="00680F01" w:rsidP="00680F0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статьи 29 ФЗ от</w:t>
            </w:r>
          </w:p>
          <w:p w14:paraId="0160EE19" w14:textId="70CCEBED" w:rsidR="00A1529E" w:rsidRDefault="00680F01" w:rsidP="00680F0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12 июня 2002 года № 67-ФЗ</w:t>
            </w:r>
          </w:p>
        </w:tc>
      </w:tr>
    </w:tbl>
    <w:p w14:paraId="2D5D31DE" w14:textId="77777777" w:rsidR="0075568A" w:rsidRDefault="0075568A" w:rsidP="00B94550">
      <w:pPr>
        <w:jc w:val="both"/>
        <w:rPr>
          <w:sz w:val="24"/>
        </w:rPr>
      </w:pPr>
    </w:p>
    <w:sectPr w:rsidR="0075568A" w:rsidSect="00896264">
      <w:pgSz w:w="11906" w:h="16838"/>
      <w:pgMar w:top="567" w:right="424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7962"/>
    <w:multiLevelType w:val="hybridMultilevel"/>
    <w:tmpl w:val="14487DA4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F01962"/>
    <w:multiLevelType w:val="hybridMultilevel"/>
    <w:tmpl w:val="16089B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B4D0C89"/>
    <w:multiLevelType w:val="hybridMultilevel"/>
    <w:tmpl w:val="20803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557249"/>
    <w:multiLevelType w:val="hybridMultilevel"/>
    <w:tmpl w:val="C0CCC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BD176E"/>
    <w:multiLevelType w:val="hybridMultilevel"/>
    <w:tmpl w:val="C0CCC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0C699F"/>
    <w:multiLevelType w:val="hybridMultilevel"/>
    <w:tmpl w:val="9C46B402"/>
    <w:lvl w:ilvl="0" w:tplc="8A36C0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DC536B7"/>
    <w:multiLevelType w:val="hybridMultilevel"/>
    <w:tmpl w:val="DC2C15F0"/>
    <w:lvl w:ilvl="0" w:tplc="4F7A4AD2">
      <w:start w:val="1"/>
      <w:numFmt w:val="decimal"/>
      <w:lvlText w:val="%1."/>
      <w:lvlJc w:val="left"/>
      <w:pPr>
        <w:tabs>
          <w:tab w:val="num" w:pos="1145"/>
        </w:tabs>
        <w:ind w:left="114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65C210D"/>
    <w:multiLevelType w:val="hybridMultilevel"/>
    <w:tmpl w:val="88EC498A"/>
    <w:lvl w:ilvl="0" w:tplc="C36CBF7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F48"/>
    <w:rsid w:val="00000041"/>
    <w:rsid w:val="000023B9"/>
    <w:rsid w:val="0001252A"/>
    <w:rsid w:val="00041F85"/>
    <w:rsid w:val="00047A53"/>
    <w:rsid w:val="000505FA"/>
    <w:rsid w:val="0005759B"/>
    <w:rsid w:val="00061332"/>
    <w:rsid w:val="00076D0E"/>
    <w:rsid w:val="00094A9F"/>
    <w:rsid w:val="000A5B93"/>
    <w:rsid w:val="000A7B2E"/>
    <w:rsid w:val="000B4108"/>
    <w:rsid w:val="000C36F2"/>
    <w:rsid w:val="000C519D"/>
    <w:rsid w:val="000C641E"/>
    <w:rsid w:val="000E0536"/>
    <w:rsid w:val="0010710A"/>
    <w:rsid w:val="00112198"/>
    <w:rsid w:val="00123FE8"/>
    <w:rsid w:val="00124E27"/>
    <w:rsid w:val="00140674"/>
    <w:rsid w:val="001462D1"/>
    <w:rsid w:val="00150E20"/>
    <w:rsid w:val="001663A1"/>
    <w:rsid w:val="00175EC0"/>
    <w:rsid w:val="00185BED"/>
    <w:rsid w:val="001877EF"/>
    <w:rsid w:val="001924A5"/>
    <w:rsid w:val="001C5520"/>
    <w:rsid w:val="001D5D92"/>
    <w:rsid w:val="0022093B"/>
    <w:rsid w:val="00224A84"/>
    <w:rsid w:val="00231C67"/>
    <w:rsid w:val="002438AE"/>
    <w:rsid w:val="00256687"/>
    <w:rsid w:val="002641DC"/>
    <w:rsid w:val="00270D29"/>
    <w:rsid w:val="00280A89"/>
    <w:rsid w:val="00285951"/>
    <w:rsid w:val="0029486D"/>
    <w:rsid w:val="002B34C2"/>
    <w:rsid w:val="002B36D9"/>
    <w:rsid w:val="002D67E5"/>
    <w:rsid w:val="002D7FFB"/>
    <w:rsid w:val="002F2B38"/>
    <w:rsid w:val="002F4ECD"/>
    <w:rsid w:val="002F7E5C"/>
    <w:rsid w:val="00306873"/>
    <w:rsid w:val="003145D5"/>
    <w:rsid w:val="003158F3"/>
    <w:rsid w:val="00366247"/>
    <w:rsid w:val="00370BD3"/>
    <w:rsid w:val="0037106A"/>
    <w:rsid w:val="0038154C"/>
    <w:rsid w:val="00382712"/>
    <w:rsid w:val="0038293B"/>
    <w:rsid w:val="00386517"/>
    <w:rsid w:val="003B52B9"/>
    <w:rsid w:val="003D32A3"/>
    <w:rsid w:val="003D5A78"/>
    <w:rsid w:val="003D781F"/>
    <w:rsid w:val="003E0FCB"/>
    <w:rsid w:val="003F0D6A"/>
    <w:rsid w:val="003F12D6"/>
    <w:rsid w:val="00412C12"/>
    <w:rsid w:val="00425C7F"/>
    <w:rsid w:val="004318F7"/>
    <w:rsid w:val="004409C3"/>
    <w:rsid w:val="0044237C"/>
    <w:rsid w:val="00453F5B"/>
    <w:rsid w:val="004663A4"/>
    <w:rsid w:val="00473189"/>
    <w:rsid w:val="004736FB"/>
    <w:rsid w:val="004854E2"/>
    <w:rsid w:val="00491D72"/>
    <w:rsid w:val="00494618"/>
    <w:rsid w:val="004968ED"/>
    <w:rsid w:val="004B2AC5"/>
    <w:rsid w:val="004E07AA"/>
    <w:rsid w:val="00502B2A"/>
    <w:rsid w:val="0050428D"/>
    <w:rsid w:val="0051641A"/>
    <w:rsid w:val="00524690"/>
    <w:rsid w:val="00525169"/>
    <w:rsid w:val="00534E7C"/>
    <w:rsid w:val="00570FE4"/>
    <w:rsid w:val="00593225"/>
    <w:rsid w:val="00596B10"/>
    <w:rsid w:val="005A1DF2"/>
    <w:rsid w:val="005B0A24"/>
    <w:rsid w:val="005C2FBC"/>
    <w:rsid w:val="005C34F2"/>
    <w:rsid w:val="005C6648"/>
    <w:rsid w:val="005D5BA3"/>
    <w:rsid w:val="005E34F5"/>
    <w:rsid w:val="005E443A"/>
    <w:rsid w:val="00640535"/>
    <w:rsid w:val="0064150A"/>
    <w:rsid w:val="00647A6F"/>
    <w:rsid w:val="00656578"/>
    <w:rsid w:val="0066717F"/>
    <w:rsid w:val="00672C23"/>
    <w:rsid w:val="00673D3B"/>
    <w:rsid w:val="00677287"/>
    <w:rsid w:val="00680F01"/>
    <w:rsid w:val="006912A7"/>
    <w:rsid w:val="006D2516"/>
    <w:rsid w:val="006D63DB"/>
    <w:rsid w:val="006D70C7"/>
    <w:rsid w:val="006D7E8A"/>
    <w:rsid w:val="006E13CB"/>
    <w:rsid w:val="006E1635"/>
    <w:rsid w:val="006E4DC6"/>
    <w:rsid w:val="00703E39"/>
    <w:rsid w:val="00705FC6"/>
    <w:rsid w:val="00711246"/>
    <w:rsid w:val="00751B9B"/>
    <w:rsid w:val="0075568A"/>
    <w:rsid w:val="00757D85"/>
    <w:rsid w:val="00795D2C"/>
    <w:rsid w:val="007A11A0"/>
    <w:rsid w:val="007B6180"/>
    <w:rsid w:val="007C347B"/>
    <w:rsid w:val="007C5DFB"/>
    <w:rsid w:val="007D7B79"/>
    <w:rsid w:val="007E0CD6"/>
    <w:rsid w:val="007E2AFF"/>
    <w:rsid w:val="0080295E"/>
    <w:rsid w:val="008031E6"/>
    <w:rsid w:val="00813383"/>
    <w:rsid w:val="0081651F"/>
    <w:rsid w:val="0083036B"/>
    <w:rsid w:val="00830A23"/>
    <w:rsid w:val="00837479"/>
    <w:rsid w:val="008447B0"/>
    <w:rsid w:val="008467AD"/>
    <w:rsid w:val="00853E06"/>
    <w:rsid w:val="00857B16"/>
    <w:rsid w:val="00890F37"/>
    <w:rsid w:val="008940D5"/>
    <w:rsid w:val="00894F31"/>
    <w:rsid w:val="00896264"/>
    <w:rsid w:val="008A0013"/>
    <w:rsid w:val="008A53C0"/>
    <w:rsid w:val="008A6D60"/>
    <w:rsid w:val="008B5DE4"/>
    <w:rsid w:val="008C79B4"/>
    <w:rsid w:val="008D1440"/>
    <w:rsid w:val="008D4DB6"/>
    <w:rsid w:val="008E2A7B"/>
    <w:rsid w:val="009163B0"/>
    <w:rsid w:val="00942CED"/>
    <w:rsid w:val="00967389"/>
    <w:rsid w:val="009702B6"/>
    <w:rsid w:val="009B510E"/>
    <w:rsid w:val="009B6FEC"/>
    <w:rsid w:val="009D3B36"/>
    <w:rsid w:val="009E0665"/>
    <w:rsid w:val="009E0A2F"/>
    <w:rsid w:val="009E1980"/>
    <w:rsid w:val="009E234D"/>
    <w:rsid w:val="009E6B4A"/>
    <w:rsid w:val="009F0B21"/>
    <w:rsid w:val="009F4709"/>
    <w:rsid w:val="009F7694"/>
    <w:rsid w:val="009F7EB5"/>
    <w:rsid w:val="00A00263"/>
    <w:rsid w:val="00A037C4"/>
    <w:rsid w:val="00A106B1"/>
    <w:rsid w:val="00A13680"/>
    <w:rsid w:val="00A1529E"/>
    <w:rsid w:val="00A17C69"/>
    <w:rsid w:val="00A20A39"/>
    <w:rsid w:val="00A35C33"/>
    <w:rsid w:val="00A4414B"/>
    <w:rsid w:val="00A50656"/>
    <w:rsid w:val="00A7537E"/>
    <w:rsid w:val="00A767B6"/>
    <w:rsid w:val="00AA2E1A"/>
    <w:rsid w:val="00AC30B8"/>
    <w:rsid w:val="00AC7716"/>
    <w:rsid w:val="00AC7D02"/>
    <w:rsid w:val="00AD0ECE"/>
    <w:rsid w:val="00AD45AA"/>
    <w:rsid w:val="00AD5629"/>
    <w:rsid w:val="00AE1936"/>
    <w:rsid w:val="00AF40AE"/>
    <w:rsid w:val="00B02526"/>
    <w:rsid w:val="00B1086C"/>
    <w:rsid w:val="00B26071"/>
    <w:rsid w:val="00B40137"/>
    <w:rsid w:val="00B401C4"/>
    <w:rsid w:val="00B5771B"/>
    <w:rsid w:val="00B607F6"/>
    <w:rsid w:val="00B6584F"/>
    <w:rsid w:val="00B77CCA"/>
    <w:rsid w:val="00B81FCE"/>
    <w:rsid w:val="00B8344E"/>
    <w:rsid w:val="00B929AE"/>
    <w:rsid w:val="00B94550"/>
    <w:rsid w:val="00BC44B0"/>
    <w:rsid w:val="00BD356B"/>
    <w:rsid w:val="00BD407F"/>
    <w:rsid w:val="00BD5A34"/>
    <w:rsid w:val="00BE1A06"/>
    <w:rsid w:val="00C00523"/>
    <w:rsid w:val="00C3623D"/>
    <w:rsid w:val="00C47224"/>
    <w:rsid w:val="00C50B6B"/>
    <w:rsid w:val="00C5296B"/>
    <w:rsid w:val="00C63F36"/>
    <w:rsid w:val="00C95A4C"/>
    <w:rsid w:val="00C95F48"/>
    <w:rsid w:val="00CA548E"/>
    <w:rsid w:val="00CB788A"/>
    <w:rsid w:val="00CD2013"/>
    <w:rsid w:val="00CD75CE"/>
    <w:rsid w:val="00CF0320"/>
    <w:rsid w:val="00CF07A2"/>
    <w:rsid w:val="00CF4D33"/>
    <w:rsid w:val="00CF5D88"/>
    <w:rsid w:val="00D208E3"/>
    <w:rsid w:val="00D22CD8"/>
    <w:rsid w:val="00D30092"/>
    <w:rsid w:val="00D36907"/>
    <w:rsid w:val="00D42346"/>
    <w:rsid w:val="00D42374"/>
    <w:rsid w:val="00D559BF"/>
    <w:rsid w:val="00D6381B"/>
    <w:rsid w:val="00D63E99"/>
    <w:rsid w:val="00D67D6E"/>
    <w:rsid w:val="00D72F58"/>
    <w:rsid w:val="00D735A5"/>
    <w:rsid w:val="00D807C9"/>
    <w:rsid w:val="00D91D9A"/>
    <w:rsid w:val="00D94D47"/>
    <w:rsid w:val="00D96C29"/>
    <w:rsid w:val="00DD15D9"/>
    <w:rsid w:val="00DD361B"/>
    <w:rsid w:val="00E00AA3"/>
    <w:rsid w:val="00E05372"/>
    <w:rsid w:val="00E13C94"/>
    <w:rsid w:val="00E42255"/>
    <w:rsid w:val="00E5276C"/>
    <w:rsid w:val="00E62ECD"/>
    <w:rsid w:val="00E67C3E"/>
    <w:rsid w:val="00E918CC"/>
    <w:rsid w:val="00EC067C"/>
    <w:rsid w:val="00EC64CA"/>
    <w:rsid w:val="00ED6ECF"/>
    <w:rsid w:val="00EE4152"/>
    <w:rsid w:val="00EE6364"/>
    <w:rsid w:val="00EF62B5"/>
    <w:rsid w:val="00F04854"/>
    <w:rsid w:val="00F1168A"/>
    <w:rsid w:val="00F14670"/>
    <w:rsid w:val="00F14FEA"/>
    <w:rsid w:val="00F161D9"/>
    <w:rsid w:val="00F302E5"/>
    <w:rsid w:val="00F355E3"/>
    <w:rsid w:val="00F47198"/>
    <w:rsid w:val="00F50B00"/>
    <w:rsid w:val="00F60764"/>
    <w:rsid w:val="00F6420F"/>
    <w:rsid w:val="00F7534D"/>
    <w:rsid w:val="00F83160"/>
    <w:rsid w:val="00F85BBF"/>
    <w:rsid w:val="00F8692E"/>
    <w:rsid w:val="00F901B3"/>
    <w:rsid w:val="00F91509"/>
    <w:rsid w:val="00F9415A"/>
    <w:rsid w:val="00F942D8"/>
    <w:rsid w:val="00FA09D3"/>
    <w:rsid w:val="00FA44AF"/>
    <w:rsid w:val="00FA5F5B"/>
    <w:rsid w:val="00FC0950"/>
    <w:rsid w:val="00FC1A7A"/>
    <w:rsid w:val="00FC5178"/>
    <w:rsid w:val="00FE3C69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6C8030"/>
  <w15:docId w15:val="{FB0E568B-90FE-43B9-A900-76867ED3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145D5"/>
    <w:pPr>
      <w:jc w:val="center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link w:val="10"/>
    <w:uiPriority w:val="9"/>
    <w:qFormat/>
    <w:locked/>
    <w:rsid w:val="007C5DFB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uiPriority w:val="99"/>
    <w:rsid w:val="003145D5"/>
    <w:pPr>
      <w:keepNext/>
      <w:autoSpaceDE w:val="0"/>
      <w:autoSpaceDN w:val="0"/>
      <w:outlineLvl w:val="0"/>
    </w:pPr>
    <w:rPr>
      <w:szCs w:val="20"/>
    </w:rPr>
  </w:style>
  <w:style w:type="paragraph" w:customStyle="1" w:styleId="14-15">
    <w:name w:val="14-15"/>
    <w:basedOn w:val="a"/>
    <w:uiPriority w:val="99"/>
    <w:rsid w:val="005B0A24"/>
    <w:pPr>
      <w:spacing w:line="360" w:lineRule="auto"/>
      <w:ind w:firstLine="709"/>
      <w:jc w:val="both"/>
    </w:pPr>
    <w:rPr>
      <w:szCs w:val="28"/>
    </w:rPr>
  </w:style>
  <w:style w:type="table" w:styleId="a3">
    <w:name w:val="Table Grid"/>
    <w:basedOn w:val="a1"/>
    <w:uiPriority w:val="99"/>
    <w:rsid w:val="00B81F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246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4690"/>
    <w:rPr>
      <w:rFonts w:ascii="Tahoma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locked/>
    <w:rsid w:val="00F7534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C5DF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nobr">
    <w:name w:val="nobr"/>
    <w:basedOn w:val="a0"/>
    <w:rsid w:val="007C5DFB"/>
  </w:style>
  <w:style w:type="paragraph" w:styleId="a7">
    <w:name w:val="Body Text"/>
    <w:basedOn w:val="a"/>
    <w:link w:val="a8"/>
    <w:rsid w:val="009E234D"/>
    <w:pPr>
      <w:widowControl w:val="0"/>
      <w:jc w:val="left"/>
    </w:pPr>
    <w:rPr>
      <w:rFonts w:eastAsia="Calibri"/>
      <w:szCs w:val="28"/>
      <w:lang w:val="en-US" w:eastAsia="en-US"/>
    </w:rPr>
  </w:style>
  <w:style w:type="character" w:customStyle="1" w:styleId="a8">
    <w:name w:val="Основной текст Знак"/>
    <w:basedOn w:val="a0"/>
    <w:link w:val="a7"/>
    <w:rsid w:val="009E234D"/>
    <w:rPr>
      <w:rFonts w:ascii="Times New Roman" w:hAnsi="Times New Roman"/>
      <w:sz w:val="28"/>
      <w:szCs w:val="28"/>
      <w:lang w:val="en-US" w:eastAsia="en-US"/>
    </w:rPr>
  </w:style>
  <w:style w:type="paragraph" w:customStyle="1" w:styleId="12">
    <w:name w:val="Абзац списка1"/>
    <w:basedOn w:val="a"/>
    <w:rsid w:val="009E234D"/>
    <w:pPr>
      <w:widowControl w:val="0"/>
      <w:ind w:left="101" w:firstLine="709"/>
      <w:jc w:val="both"/>
    </w:pPr>
    <w:rPr>
      <w:rFonts w:eastAsia="Calibri"/>
      <w:sz w:val="22"/>
      <w:szCs w:val="22"/>
      <w:lang w:val="en-US" w:eastAsia="en-US"/>
    </w:rPr>
  </w:style>
  <w:style w:type="paragraph" w:styleId="a9">
    <w:name w:val="List Paragraph"/>
    <w:basedOn w:val="a"/>
    <w:uiPriority w:val="34"/>
    <w:qFormat/>
    <w:rsid w:val="00896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566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9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s://upload.wikimedia.org/wikipedia/commons/thumb/0/07/Coat_of_Arms_of_Saint_Petersburg_(2003).svg/559px-Coat_of_Arms_of_Saint_Petersburg_(2003).svg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88;&#1077;&#1079;&#1077;&#1088;&#1074;-&#1080;&#1089;&#1082;&#1083;&#1102;&#10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22D6C-5EC5-4720-84C5-94ECC9E0F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резерв-исключ</Template>
  <TotalTime>5147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38</cp:revision>
  <cp:lastPrinted>2026-01-29T10:09:00Z</cp:lastPrinted>
  <dcterms:created xsi:type="dcterms:W3CDTF">2021-08-16T12:11:00Z</dcterms:created>
  <dcterms:modified xsi:type="dcterms:W3CDTF">2026-01-29T10:10:00Z</dcterms:modified>
</cp:coreProperties>
</file>